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7B456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4F7F664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6094541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D165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8D165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F84A05" w:rsidR="0085747A" w:rsidRPr="009C54AE" w:rsidRDefault="00FF0733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B140BB0" w:rsidR="00015B8F" w:rsidRPr="009C54AE" w:rsidRDefault="00A467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1F993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75F0764" w:rsidR="00015B8F" w:rsidRPr="009C54AE" w:rsidRDefault="00A069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B3BB29F" w:rsidR="0085747A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6FF7CAF" w:rsidR="00C61DC5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297F4" w14:textId="77777777" w:rsidR="00E05591" w:rsidRDefault="00E05591" w:rsidP="00C16ABF">
      <w:pPr>
        <w:spacing w:after="0" w:line="240" w:lineRule="auto"/>
      </w:pPr>
      <w:r>
        <w:separator/>
      </w:r>
    </w:p>
  </w:endnote>
  <w:endnote w:type="continuationSeparator" w:id="0">
    <w:p w14:paraId="60D4B4D8" w14:textId="77777777" w:rsidR="00E05591" w:rsidRDefault="00E055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AEE26" w14:textId="77777777" w:rsidR="00E05591" w:rsidRDefault="00E05591" w:rsidP="00C16ABF">
      <w:pPr>
        <w:spacing w:after="0" w:line="240" w:lineRule="auto"/>
      </w:pPr>
      <w:r>
        <w:separator/>
      </w:r>
    </w:p>
  </w:footnote>
  <w:footnote w:type="continuationSeparator" w:id="0">
    <w:p w14:paraId="6E6E76A2" w14:textId="77777777" w:rsidR="00E05591" w:rsidRDefault="00E0559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48BE"/>
    <w:rsid w:val="00305C92"/>
    <w:rsid w:val="003151C5"/>
    <w:rsid w:val="003343CF"/>
    <w:rsid w:val="00344ED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6A7"/>
    <w:rsid w:val="004F1551"/>
    <w:rsid w:val="004F55A3"/>
    <w:rsid w:val="0050496F"/>
    <w:rsid w:val="00513B6F"/>
    <w:rsid w:val="00517C63"/>
    <w:rsid w:val="00531B88"/>
    <w:rsid w:val="005363C4"/>
    <w:rsid w:val="00536BDE"/>
    <w:rsid w:val="00543ACC"/>
    <w:rsid w:val="0056696D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FD"/>
    <w:rsid w:val="00833FC3"/>
    <w:rsid w:val="008449B3"/>
    <w:rsid w:val="008512DF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069DB"/>
    <w:rsid w:val="00A155EE"/>
    <w:rsid w:val="00A2245B"/>
    <w:rsid w:val="00A245B2"/>
    <w:rsid w:val="00A30110"/>
    <w:rsid w:val="00A36899"/>
    <w:rsid w:val="00A371F6"/>
    <w:rsid w:val="00A43BF6"/>
    <w:rsid w:val="00A46701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E09C0"/>
    <w:rsid w:val="00DE4A14"/>
    <w:rsid w:val="00DF320D"/>
    <w:rsid w:val="00DF44A8"/>
    <w:rsid w:val="00DF71C8"/>
    <w:rsid w:val="00E05591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073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D329AA-147E-48EB-994E-BA75958BCD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223</TotalTime>
  <Pages>1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32</cp:revision>
  <cp:lastPrinted>2019-02-06T12:12:00Z</cp:lastPrinted>
  <dcterms:created xsi:type="dcterms:W3CDTF">2020-10-19T09:56:00Z</dcterms:created>
  <dcterms:modified xsi:type="dcterms:W3CDTF">2021-11-04T09:31:00Z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